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533409" w:rsidRPr="00212BB1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533409" w:rsidRPr="00212BB1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  <w:r w:rsidRPr="00F91EEE">
              <w:rPr>
                <w:rFonts w:asciiTheme="minorHAnsi" w:hAnsiTheme="minorHAnsi" w:cstheme="minorHAnsi"/>
                <w:b/>
                <w:bCs/>
              </w:rPr>
              <w:t>CER1S</w:t>
            </w:r>
            <w:r w:rsidR="001A2AB0">
              <w:rPr>
                <w:rFonts w:asciiTheme="minorHAnsi" w:hAnsiTheme="minorHAnsi" w:cstheme="minorHAnsi"/>
                <w:b/>
                <w:bCs/>
              </w:rPr>
              <w:t>1</w:t>
            </w:r>
            <w:r w:rsidRPr="00F91EEE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533409" w:rsidRPr="00242319" w:rsidTr="00E52C43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</w:t>
            </w:r>
            <w:r w:rsidR="00D41369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Standard for </w:t>
            </w:r>
            <w:r w:rsidR="001A2AB0">
              <w:rPr>
                <w:rFonts w:asciiTheme="minorHAnsi" w:hAnsiTheme="minorHAnsi" w:cstheme="minorHAnsi"/>
              </w:rPr>
              <w:t>Pouch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DD5EA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</w:t>
            </w:r>
            <w:r w:rsidR="001A2AB0">
              <w:rPr>
                <w:rFonts w:asciiTheme="minorHAnsi" w:hAnsiTheme="minorHAnsi" w:cstheme="minorHAnsi"/>
              </w:rPr>
              <w:t>pouches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533409" w:rsidRPr="00D2754D" w:rsidRDefault="00D4136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53340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dispenser.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4937C7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D2754D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E52C43" w:rsidRPr="00242319" w:rsidTr="00533409">
        <w:tc>
          <w:tcPr>
            <w:tcW w:w="2456" w:type="dxa"/>
          </w:tcPr>
          <w:p w:rsidR="00E52C43" w:rsidRPr="00242319" w:rsidRDefault="00E52C43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E52C43" w:rsidRDefault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E52C43" w:rsidRPr="00242319" w:rsidTr="00533409">
        <w:tc>
          <w:tcPr>
            <w:tcW w:w="2456" w:type="dxa"/>
          </w:tcPr>
          <w:p w:rsidR="00E52C43" w:rsidRPr="00242319" w:rsidRDefault="00E52C43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E52C43" w:rsidRDefault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="00D41369">
              <w:rPr>
                <w:rFonts w:asciiTheme="minorHAnsi" w:hAnsiTheme="minorHAnsi" w:cstheme="minorHAnsi"/>
              </w:rPr>
              <w:t xml:space="preserve"> Pure S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</w:t>
            </w:r>
            <w:r w:rsidR="00D41369">
              <w:rPr>
                <w:rFonts w:asciiTheme="minorHAnsi" w:hAnsiTheme="minorHAnsi" w:cstheme="minorHAnsi"/>
              </w:rPr>
              <w:t>soap dispenser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 w:rsidRPr="00D2754D">
              <w:rPr>
                <w:rFonts w:asciiTheme="minorHAnsi" w:hAnsiTheme="minorHAnsi" w:cstheme="minorHAnsi"/>
              </w:rPr>
              <w:t>high quality</w:t>
            </w:r>
            <w:proofErr w:type="gramEnd"/>
            <w:r w:rsidRPr="00D2754D"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533409" w:rsidRPr="00242319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="00D41369">
              <w:rPr>
                <w:rFonts w:asciiTheme="minorHAnsi" w:hAnsiTheme="minorHAnsi" w:cstheme="minorHAnsi"/>
              </w:rPr>
              <w:t xml:space="preserve"> Pure S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stainless steel finish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with </w:t>
            </w:r>
            <w:r w:rsidR="001A2AB0">
              <w:rPr>
                <w:rFonts w:asciiTheme="minorHAnsi" w:hAnsiTheme="minorHAnsi" w:cstheme="minorHAnsi"/>
              </w:rPr>
              <w:t>pouches</w:t>
            </w:r>
            <w:r>
              <w:rPr>
                <w:rFonts w:asciiTheme="minorHAnsi" w:hAnsiTheme="minorHAnsi" w:cstheme="minorHAnsi"/>
              </w:rPr>
              <w:t xml:space="preserve"> </w:t>
            </w:r>
            <w:bookmarkStart w:id="0" w:name="_GoBack"/>
            <w:bookmarkEnd w:id="0"/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533409" w:rsidRPr="00242319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33409" w:rsidRPr="00212BB1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C43" w:rsidRDefault="00E52C43" w:rsidP="00187130">
      <w:pPr>
        <w:spacing w:line="240" w:lineRule="auto"/>
      </w:pPr>
      <w:r>
        <w:separator/>
      </w:r>
    </w:p>
  </w:endnote>
  <w:endnote w:type="continuationSeparator" w:id="0">
    <w:p w:rsidR="00E52C43" w:rsidRDefault="00E52C4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C43" w:rsidRDefault="00E52C43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E52C43" w:rsidRPr="00187130" w:rsidTr="00187130">
      <w:tc>
        <w:tcPr>
          <w:tcW w:w="2986" w:type="dxa"/>
        </w:tcPr>
        <w:p w:rsidR="00E52C43" w:rsidRPr="00187130" w:rsidRDefault="00E52C43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0E5536">
            <w:rPr>
              <w:sz w:val="16"/>
              <w:szCs w:val="16"/>
            </w:rPr>
            <w:fldChar w:fldCharType="begin"/>
          </w:r>
          <w:r w:rsidR="000E5536">
            <w:rPr>
              <w:sz w:val="16"/>
              <w:szCs w:val="16"/>
              <w:lang w:val="de-DE"/>
            </w:rPr>
            <w:instrText xml:space="preserve"> TIME \@ "dd.MM.yyyy" </w:instrText>
          </w:r>
          <w:r w:rsidR="000E5536">
            <w:rPr>
              <w:sz w:val="16"/>
              <w:szCs w:val="16"/>
            </w:rPr>
            <w:fldChar w:fldCharType="separate"/>
          </w:r>
          <w:r w:rsidR="001A2AB0">
            <w:rPr>
              <w:noProof/>
              <w:sz w:val="16"/>
              <w:szCs w:val="16"/>
              <w:lang w:val="de-DE"/>
            </w:rPr>
            <w:t>29.01.2020</w:t>
          </w:r>
          <w:r w:rsidR="000E553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E52C43" w:rsidRPr="000E101F" w:rsidRDefault="00E52C43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E52C43" w:rsidRPr="00187130" w:rsidRDefault="00E52C43" w:rsidP="00E52C43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4425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4425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E52C43" w:rsidRDefault="00E52C43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C43" w:rsidRDefault="00E52C43" w:rsidP="00187130">
      <w:pPr>
        <w:spacing w:line="240" w:lineRule="auto"/>
      </w:pPr>
      <w:r>
        <w:separator/>
      </w:r>
    </w:p>
  </w:footnote>
  <w:footnote w:type="continuationSeparator" w:id="0">
    <w:p w:rsidR="00E52C43" w:rsidRDefault="00E52C4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C43" w:rsidRPr="00187130" w:rsidRDefault="00E52C43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0E5536"/>
    <w:rsid w:val="00147840"/>
    <w:rsid w:val="0016701E"/>
    <w:rsid w:val="00187130"/>
    <w:rsid w:val="001A2AB0"/>
    <w:rsid w:val="00357D07"/>
    <w:rsid w:val="003833B6"/>
    <w:rsid w:val="00444259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B42B3C"/>
    <w:rsid w:val="00B926E8"/>
    <w:rsid w:val="00BB7D7A"/>
    <w:rsid w:val="00BC1E8B"/>
    <w:rsid w:val="00C2725C"/>
    <w:rsid w:val="00C91A35"/>
    <w:rsid w:val="00D25333"/>
    <w:rsid w:val="00D41369"/>
    <w:rsid w:val="00DF5643"/>
    <w:rsid w:val="00E52C43"/>
    <w:rsid w:val="00F041C0"/>
    <w:rsid w:val="00F31DA2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BDE980C"/>
  <w15:docId w15:val="{4D70682D-4234-4EA4-A7E2-DDF10E53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8</cp:revision>
  <dcterms:created xsi:type="dcterms:W3CDTF">2015-05-21T10:43:00Z</dcterms:created>
  <dcterms:modified xsi:type="dcterms:W3CDTF">2020-01-29T10:11:00Z</dcterms:modified>
</cp:coreProperties>
</file>